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pPr w:leftFromText="180" w:rightFromText="180" w:vertAnchor="page" w:horzAnchor="margin" w:tblpX="-1008" w:tblpY="856"/>
        <w:tblW w:w="11838" w:type="dxa"/>
        <w:tblLayout w:type="fixed"/>
        <w:tblLook w:val="04A0"/>
      </w:tblPr>
      <w:tblGrid>
        <w:gridCol w:w="1823"/>
        <w:gridCol w:w="1805"/>
        <w:gridCol w:w="1430"/>
        <w:gridCol w:w="645"/>
        <w:gridCol w:w="2165"/>
        <w:gridCol w:w="430"/>
        <w:gridCol w:w="1555"/>
        <w:gridCol w:w="1985"/>
      </w:tblGrid>
      <w:tr w:rsidR="00FD4E9D" w:rsidRPr="00F6178B" w:rsidTr="00C16835">
        <w:trPr>
          <w:cnfStyle w:val="100000000000"/>
          <w:trHeight w:val="1416"/>
        </w:trPr>
        <w:tc>
          <w:tcPr>
            <w:cnfStyle w:val="001000000000"/>
            <w:tcW w:w="11838" w:type="dxa"/>
            <w:gridSpan w:val="8"/>
          </w:tcPr>
          <w:p w:rsidR="00FD4E9D" w:rsidRPr="00C16835" w:rsidRDefault="00FD4E9D" w:rsidP="00417F59">
            <w:pPr>
              <w:pStyle w:val="Title"/>
              <w:jc w:val="center"/>
              <w:rPr>
                <w:rFonts w:ascii="Times New Roman" w:hAnsi="Times New Roman" w:cs="Times New Roman"/>
                <w:color w:val="auto"/>
                <w:sz w:val="40"/>
              </w:rPr>
            </w:pPr>
            <w:r w:rsidRPr="00C16835">
              <w:rPr>
                <w:rFonts w:ascii="Times New Roman" w:hAnsi="Times New Roman" w:cs="Times New Roman"/>
                <w:color w:val="auto"/>
                <w:sz w:val="40"/>
              </w:rPr>
              <w:t>Unit One, Progressive Era:</w:t>
            </w:r>
          </w:p>
          <w:p w:rsidR="00FD4E9D" w:rsidRPr="00C16835" w:rsidRDefault="00FD4E9D" w:rsidP="00417F59">
            <w:pPr>
              <w:pStyle w:val="Title"/>
              <w:jc w:val="center"/>
              <w:rPr>
                <w:rFonts w:ascii="Times New Roman" w:hAnsi="Times New Roman" w:cs="Times New Roman"/>
                <w:color w:val="auto"/>
                <w:sz w:val="40"/>
              </w:rPr>
            </w:pPr>
            <w:r w:rsidRPr="00C16835">
              <w:rPr>
                <w:rFonts w:ascii="Times New Roman" w:hAnsi="Times New Roman" w:cs="Times New Roman"/>
                <w:color w:val="auto"/>
                <w:sz w:val="40"/>
              </w:rPr>
              <w:t>“My life, my voice, my choice: Rally!”</w:t>
            </w:r>
          </w:p>
          <w:p w:rsidR="00FD4E9D" w:rsidRPr="00F6178B" w:rsidRDefault="00FD4E9D" w:rsidP="00417F5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C16835">
              <w:rPr>
                <w:rFonts w:ascii="Times New Roman" w:hAnsi="Times New Roman" w:cs="Times New Roman"/>
              </w:rPr>
              <w:t>Student Name:_______________________ Group/Topic:_____</w:t>
            </w:r>
            <w:r w:rsidR="00D03D85" w:rsidRPr="00C16835">
              <w:rPr>
                <w:rFonts w:ascii="Times New Roman" w:hAnsi="Times New Roman" w:cs="Times New Roman"/>
              </w:rPr>
              <w:t>___</w:t>
            </w:r>
            <w:r w:rsidRPr="00C16835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C16835" w:rsidRPr="00F6178B" w:rsidTr="00C16835">
        <w:trPr>
          <w:cnfStyle w:val="000000100000"/>
          <w:trHeight w:val="482"/>
        </w:trPr>
        <w:tc>
          <w:tcPr>
            <w:cnfStyle w:val="001000000000"/>
            <w:tcW w:w="1823" w:type="dxa"/>
          </w:tcPr>
          <w:p w:rsidR="00FD4E9D" w:rsidRPr="00F6178B" w:rsidRDefault="00FD4E9D" w:rsidP="00417F5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5" w:type="dxa"/>
          </w:tcPr>
          <w:p w:rsidR="00FD4E9D" w:rsidRPr="00C16835" w:rsidRDefault="00FD4E9D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6835">
              <w:rPr>
                <w:rFonts w:ascii="Times New Roman" w:hAnsi="Times New Roman" w:cs="Times New Roman"/>
                <w:b/>
                <w:sz w:val="23"/>
                <w:szCs w:val="23"/>
              </w:rPr>
              <w:t>Unsatisfactory</w:t>
            </w:r>
          </w:p>
        </w:tc>
        <w:tc>
          <w:tcPr>
            <w:tcW w:w="2075" w:type="dxa"/>
            <w:gridSpan w:val="2"/>
          </w:tcPr>
          <w:p w:rsidR="00FD4E9D" w:rsidRPr="00C16835" w:rsidRDefault="00FD4E9D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6835">
              <w:rPr>
                <w:rFonts w:ascii="Times New Roman" w:hAnsi="Times New Roman" w:cs="Times New Roman"/>
                <w:b/>
                <w:sz w:val="23"/>
                <w:szCs w:val="23"/>
              </w:rPr>
              <w:t>Needs Improvement</w:t>
            </w:r>
          </w:p>
        </w:tc>
        <w:tc>
          <w:tcPr>
            <w:tcW w:w="2165" w:type="dxa"/>
          </w:tcPr>
          <w:p w:rsidR="00FD4E9D" w:rsidRPr="00C16835" w:rsidRDefault="00FD4E9D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6835">
              <w:rPr>
                <w:rFonts w:ascii="Times New Roman" w:hAnsi="Times New Roman" w:cs="Times New Roman"/>
                <w:b/>
                <w:sz w:val="23"/>
                <w:szCs w:val="23"/>
              </w:rPr>
              <w:t>Good</w:t>
            </w:r>
          </w:p>
        </w:tc>
        <w:tc>
          <w:tcPr>
            <w:tcW w:w="1985" w:type="dxa"/>
            <w:gridSpan w:val="2"/>
          </w:tcPr>
          <w:p w:rsidR="00FD4E9D" w:rsidRPr="00C16835" w:rsidRDefault="00FD4E9D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6835">
              <w:rPr>
                <w:rFonts w:ascii="Times New Roman" w:hAnsi="Times New Roman" w:cs="Times New Roman"/>
                <w:b/>
                <w:sz w:val="23"/>
                <w:szCs w:val="23"/>
              </w:rPr>
              <w:t>Satisfactory</w:t>
            </w:r>
          </w:p>
        </w:tc>
        <w:tc>
          <w:tcPr>
            <w:tcW w:w="1985" w:type="dxa"/>
          </w:tcPr>
          <w:p w:rsidR="00FD4E9D" w:rsidRPr="00C16835" w:rsidRDefault="00FD4E9D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16835">
              <w:rPr>
                <w:rFonts w:ascii="Times New Roman" w:hAnsi="Times New Roman" w:cs="Times New Roman"/>
                <w:b/>
                <w:sz w:val="23"/>
                <w:szCs w:val="23"/>
              </w:rPr>
              <w:t>Exemplary</w:t>
            </w:r>
          </w:p>
        </w:tc>
      </w:tr>
      <w:tr w:rsidR="00F6178B" w:rsidRPr="00F6178B" w:rsidTr="00C16835">
        <w:trPr>
          <w:cnfStyle w:val="000000010000"/>
          <w:trHeight w:val="1644"/>
        </w:trPr>
        <w:tc>
          <w:tcPr>
            <w:cnfStyle w:val="001000000000"/>
            <w:tcW w:w="1823" w:type="dxa"/>
          </w:tcPr>
          <w:p w:rsidR="00FD4E9D" w:rsidRPr="00C16835" w:rsidRDefault="00FD4E9D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Topic Content:</w:t>
            </w:r>
            <w:r w:rsidRPr="00C16835">
              <w:rPr>
                <w:rFonts w:ascii="Times New Roman" w:hAnsi="Times New Roman" w:cs="Times New Roman"/>
                <w:sz w:val="21"/>
                <w:szCs w:val="21"/>
              </w:rPr>
              <w:br/>
              <w:t>Understanding of Topic and Purpose</w:t>
            </w:r>
          </w:p>
          <w:p w:rsidR="005D766C" w:rsidRPr="00C16835" w:rsidRDefault="005D766C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D766C" w:rsidRPr="00C16835" w:rsidRDefault="005D766C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(20 points)</w:t>
            </w:r>
          </w:p>
        </w:tc>
        <w:tc>
          <w:tcPr>
            <w:tcW w:w="1805" w:type="dxa"/>
          </w:tcPr>
          <w:p w:rsidR="00FD4E9D" w:rsidRPr="00F6178B" w:rsidRDefault="00FD4E9D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 w:rsidRPr="00F6178B">
              <w:rPr>
                <w:rFonts w:ascii="Times New Roman" w:hAnsi="Times New Roman" w:cs="Times New Roman"/>
                <w:sz w:val="20"/>
              </w:rPr>
              <w:t xml:space="preserve">Student shows zero </w:t>
            </w:r>
            <w:r w:rsidR="00D03D85" w:rsidRPr="00F6178B">
              <w:rPr>
                <w:rFonts w:ascii="Times New Roman" w:hAnsi="Times New Roman" w:cs="Times New Roman"/>
                <w:sz w:val="20"/>
              </w:rPr>
              <w:t>understanding</w:t>
            </w:r>
            <w:r w:rsidRPr="00F6178B">
              <w:rPr>
                <w:rFonts w:ascii="Times New Roman" w:hAnsi="Times New Roman" w:cs="Times New Roman"/>
                <w:sz w:val="20"/>
              </w:rPr>
              <w:t xml:space="preserve"> of topic or purpose of assignment</w:t>
            </w:r>
          </w:p>
          <w:p w:rsidR="00D03D85" w:rsidRPr="00F6178B" w:rsidRDefault="00D03D85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</w:p>
          <w:p w:rsidR="00F6178B" w:rsidRPr="00F6178B" w:rsidRDefault="00F6178B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</w:p>
          <w:p w:rsidR="00FD4E9D" w:rsidRPr="00F6178B" w:rsidRDefault="00FD4E9D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 w:rsidRPr="00F6178B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2075" w:type="dxa"/>
            <w:gridSpan w:val="2"/>
          </w:tcPr>
          <w:p w:rsidR="00F6178B" w:rsidRPr="00F6178B" w:rsidRDefault="00FD4E9D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 w:rsidRPr="00F6178B">
              <w:rPr>
                <w:rFonts w:ascii="Times New Roman" w:hAnsi="Times New Roman" w:cs="Times New Roman"/>
                <w:sz w:val="20"/>
              </w:rPr>
              <w:t xml:space="preserve">Student shows </w:t>
            </w:r>
            <w:r w:rsidR="00F6178B" w:rsidRPr="00F6178B">
              <w:rPr>
                <w:rFonts w:ascii="Times New Roman" w:hAnsi="Times New Roman" w:cs="Times New Roman"/>
                <w:sz w:val="20"/>
              </w:rPr>
              <w:t>pre-</w:t>
            </w:r>
            <w:r w:rsidRPr="00F6178B">
              <w:rPr>
                <w:rFonts w:ascii="Times New Roman" w:hAnsi="Times New Roman" w:cs="Times New Roman"/>
                <w:sz w:val="20"/>
              </w:rPr>
              <w:t>beginn</w:t>
            </w:r>
            <w:r w:rsidR="00F6178B" w:rsidRPr="00F6178B">
              <w:rPr>
                <w:rFonts w:ascii="Times New Roman" w:hAnsi="Times New Roman" w:cs="Times New Roman"/>
                <w:sz w:val="20"/>
              </w:rPr>
              <w:t>er</w:t>
            </w:r>
            <w:r w:rsidRPr="00F6178B">
              <w:rPr>
                <w:rFonts w:ascii="Times New Roman" w:hAnsi="Times New Roman" w:cs="Times New Roman"/>
                <w:sz w:val="20"/>
              </w:rPr>
              <w:t xml:space="preserve"> levels of understanding</w:t>
            </w:r>
            <w:r w:rsidR="00D03D85" w:rsidRPr="00F6178B">
              <w:rPr>
                <w:rFonts w:ascii="Times New Roman" w:hAnsi="Times New Roman" w:cs="Times New Roman"/>
                <w:sz w:val="20"/>
              </w:rPr>
              <w:t xml:space="preserve"> and clarity</w:t>
            </w:r>
            <w:r w:rsidRPr="00F6178B">
              <w:rPr>
                <w:rFonts w:ascii="Times New Roman" w:hAnsi="Times New Roman" w:cs="Times New Roman"/>
                <w:sz w:val="20"/>
              </w:rPr>
              <w:t xml:space="preserve">, needs work on </w:t>
            </w:r>
            <w:r w:rsidR="00F6178B" w:rsidRPr="00F6178B">
              <w:rPr>
                <w:rFonts w:ascii="Times New Roman" w:hAnsi="Times New Roman" w:cs="Times New Roman"/>
                <w:sz w:val="20"/>
              </w:rPr>
              <w:t>study/</w:t>
            </w:r>
            <w:r w:rsidRPr="00F6178B">
              <w:rPr>
                <w:rFonts w:ascii="Times New Roman" w:hAnsi="Times New Roman" w:cs="Times New Roman"/>
                <w:sz w:val="20"/>
              </w:rPr>
              <w:t>comprehension</w:t>
            </w:r>
            <w:r w:rsidR="00D03D85" w:rsidRPr="00F6178B">
              <w:rPr>
                <w:rFonts w:ascii="Times New Roman" w:hAnsi="Times New Roman" w:cs="Times New Roman"/>
                <w:sz w:val="20"/>
              </w:rPr>
              <w:t>/</w:t>
            </w:r>
            <w:r w:rsidR="00F6178B" w:rsidRPr="00F6178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03D85" w:rsidRPr="00F6178B">
              <w:rPr>
                <w:rFonts w:ascii="Times New Roman" w:hAnsi="Times New Roman" w:cs="Times New Roman"/>
                <w:sz w:val="20"/>
              </w:rPr>
              <w:t>clarity</w:t>
            </w:r>
            <w:r w:rsidRPr="00F6178B">
              <w:rPr>
                <w:rFonts w:ascii="Times New Roman" w:hAnsi="Times New Roman" w:cs="Times New Roman"/>
                <w:sz w:val="20"/>
              </w:rPr>
              <w:t xml:space="preserve"> skills.</w:t>
            </w:r>
          </w:p>
          <w:p w:rsidR="00F6178B" w:rsidRPr="00F6178B" w:rsidRDefault="005D766C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165" w:type="dxa"/>
          </w:tcPr>
          <w:p w:rsidR="00F6178B" w:rsidRPr="00F6178B" w:rsidRDefault="00D03D85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 w:rsidRPr="00F6178B">
              <w:rPr>
                <w:rFonts w:ascii="Times New Roman" w:hAnsi="Times New Roman" w:cs="Times New Roman"/>
                <w:sz w:val="20"/>
              </w:rPr>
              <w:t xml:space="preserve">Student shows </w:t>
            </w:r>
            <w:r w:rsidR="00F6178B" w:rsidRPr="00F6178B">
              <w:rPr>
                <w:rFonts w:ascii="Times New Roman" w:hAnsi="Times New Roman" w:cs="Times New Roman"/>
                <w:sz w:val="20"/>
              </w:rPr>
              <w:t>basic beginner</w:t>
            </w:r>
            <w:r w:rsidRPr="00F6178B">
              <w:rPr>
                <w:rFonts w:ascii="Times New Roman" w:hAnsi="Times New Roman" w:cs="Times New Roman"/>
                <w:sz w:val="20"/>
              </w:rPr>
              <w:t xml:space="preserve"> levels of understanding and clarity. </w:t>
            </w:r>
            <w:r w:rsidR="00F6178B" w:rsidRPr="00F6178B">
              <w:rPr>
                <w:rFonts w:ascii="Times New Roman" w:hAnsi="Times New Roman" w:cs="Times New Roman"/>
                <w:sz w:val="20"/>
              </w:rPr>
              <w:t>Could use work on clarity and comprehension skills.</w:t>
            </w:r>
          </w:p>
          <w:p w:rsidR="00F6178B" w:rsidRPr="00F6178B" w:rsidRDefault="005D766C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85" w:type="dxa"/>
            <w:gridSpan w:val="2"/>
          </w:tcPr>
          <w:p w:rsidR="00FD4E9D" w:rsidRDefault="00F6178B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shows grade level understanding of content, topic and purpose.</w:t>
            </w:r>
          </w:p>
          <w:p w:rsidR="00F6178B" w:rsidRDefault="00F6178B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</w:p>
          <w:p w:rsidR="002265A4" w:rsidRDefault="002265A4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</w:p>
          <w:p w:rsidR="00F6178B" w:rsidRPr="00F6178B" w:rsidRDefault="005D766C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985" w:type="dxa"/>
          </w:tcPr>
          <w:p w:rsidR="00F6178B" w:rsidRPr="00F6178B" w:rsidRDefault="00F6178B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shows levels of high order thinking, grasping content, topic and purpose to an above average degree.</w:t>
            </w:r>
            <w:r w:rsidR="005D766C">
              <w:rPr>
                <w:rFonts w:ascii="Times New Roman" w:hAnsi="Times New Roman" w:cs="Times New Roman"/>
                <w:sz w:val="20"/>
              </w:rPr>
              <w:br/>
            </w:r>
            <w:r w:rsidR="005D766C"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F6178B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</w:tr>
      <w:tr w:rsidR="00C16835" w:rsidRPr="00F6178B" w:rsidTr="00C16835">
        <w:trPr>
          <w:cnfStyle w:val="000000100000"/>
          <w:trHeight w:val="1389"/>
        </w:trPr>
        <w:tc>
          <w:tcPr>
            <w:cnfStyle w:val="001000000000"/>
            <w:tcW w:w="1823" w:type="dxa"/>
          </w:tcPr>
          <w:p w:rsidR="00FD4E9D" w:rsidRPr="00C16835" w:rsidRDefault="00FD4E9D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Performance:</w:t>
            </w:r>
            <w:r w:rsidRPr="00C16835">
              <w:rPr>
                <w:rFonts w:ascii="Times New Roman" w:hAnsi="Times New Roman" w:cs="Times New Roman"/>
                <w:sz w:val="21"/>
                <w:szCs w:val="21"/>
              </w:rPr>
              <w:br/>
              <w:t>Organization</w:t>
            </w:r>
          </w:p>
          <w:p w:rsidR="005D766C" w:rsidRPr="00C16835" w:rsidRDefault="005D766C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D766C" w:rsidRPr="00C16835" w:rsidRDefault="005D766C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(10 points)</w:t>
            </w:r>
          </w:p>
        </w:tc>
        <w:tc>
          <w:tcPr>
            <w:tcW w:w="1805" w:type="dxa"/>
          </w:tcPr>
          <w:p w:rsidR="002265A4" w:rsidRPr="005D766C" w:rsidRDefault="002265A4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zero organization/turns nothing in.</w:t>
            </w:r>
            <w:r w:rsidR="005D766C">
              <w:rPr>
                <w:rFonts w:ascii="Times New Roman" w:hAnsi="Times New Roman" w:cs="Times New Roman"/>
                <w:sz w:val="20"/>
              </w:rPr>
              <w:br/>
            </w:r>
            <w:r w:rsidR="005D766C">
              <w:rPr>
                <w:rFonts w:ascii="Times New Roman" w:hAnsi="Times New Roman" w:cs="Times New Roman"/>
                <w:sz w:val="20"/>
              </w:rPr>
              <w:br/>
            </w:r>
            <w:r w:rsidR="005D766C">
              <w:rPr>
                <w:rFonts w:ascii="Times New Roman" w:hAnsi="Times New Roman" w:cs="Times New Roman"/>
                <w:sz w:val="20"/>
              </w:rPr>
              <w:br/>
            </w:r>
            <w:r w:rsidRPr="002265A4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2075" w:type="dxa"/>
            <w:gridSpan w:val="2"/>
          </w:tcPr>
          <w:p w:rsidR="00FD4E9D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shows pre-basic levels of organization but needs help clarifying and organizing.</w:t>
            </w:r>
          </w:p>
          <w:p w:rsidR="005D766C" w:rsidRPr="005D766C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5D766C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165" w:type="dxa"/>
          </w:tcPr>
          <w:p w:rsidR="00FD4E9D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shows basic beginner levels of organization, could use some instruction on better techniques.</w:t>
            </w:r>
          </w:p>
          <w:p w:rsidR="005D766C" w:rsidRPr="005D766C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5D766C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985" w:type="dxa"/>
            <w:gridSpan w:val="2"/>
          </w:tcPr>
          <w:p w:rsidR="00FD4E9D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Student shows average and appropriate organization skills. </w:t>
            </w:r>
          </w:p>
          <w:p w:rsidR="005D766C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</w:p>
          <w:p w:rsidR="005D766C" w:rsidRPr="005D766C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5D766C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985" w:type="dxa"/>
          </w:tcPr>
          <w:p w:rsidR="00FD4E9D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has above average grasp on organization skills as well as clarity.</w:t>
            </w:r>
          </w:p>
          <w:p w:rsidR="005D766C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</w:p>
          <w:p w:rsidR="005D766C" w:rsidRPr="005D766C" w:rsidRDefault="005D766C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5D766C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  <w:tr w:rsidR="00F6178B" w:rsidRPr="00F6178B" w:rsidTr="00C16835">
        <w:trPr>
          <w:cnfStyle w:val="000000010000"/>
          <w:trHeight w:val="1299"/>
        </w:trPr>
        <w:tc>
          <w:tcPr>
            <w:cnfStyle w:val="001000000000"/>
            <w:tcW w:w="1823" w:type="dxa"/>
          </w:tcPr>
          <w:p w:rsidR="005D766C" w:rsidRPr="00C16835" w:rsidRDefault="00FD4E9D" w:rsidP="00095F4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Performance:</w:t>
            </w:r>
            <w:r w:rsidRPr="00C16835">
              <w:rPr>
                <w:rFonts w:ascii="Times New Roman" w:hAnsi="Times New Roman" w:cs="Times New Roman"/>
                <w:sz w:val="21"/>
                <w:szCs w:val="21"/>
              </w:rPr>
              <w:br/>
              <w:t>Design</w:t>
            </w:r>
            <w:r w:rsidRPr="00C16835">
              <w:rPr>
                <w:rFonts w:ascii="Times New Roman" w:hAnsi="Times New Roman" w:cs="Times New Roman"/>
                <w:sz w:val="21"/>
                <w:szCs w:val="21"/>
              </w:rPr>
              <w:br/>
              <w:t>and Overall Appearance</w:t>
            </w:r>
            <w:r w:rsidR="005D766C" w:rsidRPr="00C16835">
              <w:rPr>
                <w:rFonts w:ascii="Times New Roman" w:hAnsi="Times New Roman" w:cs="Times New Roman"/>
                <w:sz w:val="21"/>
                <w:szCs w:val="21"/>
              </w:rPr>
              <w:br/>
              <w:t>(4 points)</w:t>
            </w:r>
          </w:p>
        </w:tc>
        <w:tc>
          <w:tcPr>
            <w:tcW w:w="1805" w:type="dxa"/>
          </w:tcPr>
          <w:p w:rsidR="00095F4B" w:rsidRDefault="00095F4B" w:rsidP="00095F4B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turned in nothing/little effort in design or appearance.</w:t>
            </w:r>
          </w:p>
          <w:p w:rsidR="00FD4E9D" w:rsidRPr="00095F4B" w:rsidRDefault="00FD4E9D" w:rsidP="00095F4B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 w:rsidRPr="00F6178B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2075" w:type="dxa"/>
            <w:gridSpan w:val="2"/>
          </w:tcPr>
          <w:p w:rsidR="00FD4E9D" w:rsidRPr="00F6178B" w:rsidRDefault="00FD4E9D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 w:rsidRPr="00F6178B">
              <w:rPr>
                <w:rFonts w:ascii="Times New Roman" w:hAnsi="Times New Roman" w:cs="Times New Roman"/>
                <w:sz w:val="20"/>
              </w:rPr>
              <w:t xml:space="preserve">Student </w:t>
            </w:r>
            <w:r w:rsidR="00095F4B">
              <w:rPr>
                <w:rFonts w:ascii="Times New Roman" w:hAnsi="Times New Roman" w:cs="Times New Roman"/>
                <w:sz w:val="20"/>
              </w:rPr>
              <w:t>shows minimal effort in design and overall appearance.</w:t>
            </w:r>
          </w:p>
          <w:p w:rsidR="00FD4E9D" w:rsidRPr="00F6178B" w:rsidRDefault="00FD4E9D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 w:rsidRPr="00F6178B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65" w:type="dxa"/>
          </w:tcPr>
          <w:p w:rsidR="00F6178B" w:rsidRDefault="00FD4E9D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 w:rsidRPr="00F6178B">
              <w:rPr>
                <w:rFonts w:ascii="Times New Roman" w:hAnsi="Times New Roman" w:cs="Times New Roman"/>
                <w:sz w:val="20"/>
              </w:rPr>
              <w:t xml:space="preserve">Student shows moderate effort in design </w:t>
            </w:r>
            <w:r w:rsidR="00095F4B">
              <w:rPr>
                <w:rFonts w:ascii="Times New Roman" w:hAnsi="Times New Roman" w:cs="Times New Roman"/>
                <w:sz w:val="20"/>
              </w:rPr>
              <w:t>and overall appearance.</w:t>
            </w:r>
          </w:p>
          <w:p w:rsidR="00D03D85" w:rsidRPr="00F6178B" w:rsidRDefault="00D03D85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 w:rsidRPr="00F6178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85" w:type="dxa"/>
            <w:gridSpan w:val="2"/>
          </w:tcPr>
          <w:p w:rsidR="00FD4E9D" w:rsidRPr="00417F59" w:rsidRDefault="00D03D85" w:rsidP="00095F4B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</w:rPr>
            </w:pPr>
            <w:r w:rsidRPr="00F6178B">
              <w:rPr>
                <w:rFonts w:ascii="Times New Roman" w:hAnsi="Times New Roman" w:cs="Times New Roman"/>
                <w:sz w:val="20"/>
              </w:rPr>
              <w:t xml:space="preserve">Student shows substantial effort in design </w:t>
            </w:r>
            <w:r w:rsidR="00095F4B">
              <w:rPr>
                <w:rFonts w:ascii="Times New Roman" w:hAnsi="Times New Roman" w:cs="Times New Roman"/>
                <w:sz w:val="20"/>
              </w:rPr>
              <w:t>and appearance.</w:t>
            </w:r>
            <w:r w:rsidR="00417F59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F6178B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FD4E9D" w:rsidRPr="002265A4" w:rsidRDefault="00D03D85" w:rsidP="00095F4B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</w:rPr>
            </w:pPr>
            <w:r w:rsidRPr="00F6178B">
              <w:rPr>
                <w:rFonts w:ascii="Times New Roman" w:hAnsi="Times New Roman" w:cs="Times New Roman"/>
                <w:sz w:val="20"/>
              </w:rPr>
              <w:t xml:space="preserve">Student shows above average effort </w:t>
            </w:r>
            <w:r w:rsidR="00095F4B">
              <w:rPr>
                <w:rFonts w:ascii="Times New Roman" w:hAnsi="Times New Roman" w:cs="Times New Roman"/>
                <w:sz w:val="20"/>
              </w:rPr>
              <w:t>in design and appearance</w:t>
            </w:r>
            <w:r w:rsidRPr="00F6178B">
              <w:rPr>
                <w:rFonts w:ascii="Times New Roman" w:hAnsi="Times New Roman" w:cs="Times New Roman"/>
                <w:sz w:val="20"/>
              </w:rPr>
              <w:t>.</w:t>
            </w:r>
            <w:r w:rsidRPr="00F6178B">
              <w:rPr>
                <w:rFonts w:ascii="Times New Roman" w:hAnsi="Times New Roman" w:cs="Times New Roman"/>
                <w:sz w:val="20"/>
              </w:rPr>
              <w:br/>
            </w:r>
            <w:r w:rsidRPr="00F6178B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C16835" w:rsidRPr="00F6178B" w:rsidTr="00C16835">
        <w:trPr>
          <w:cnfStyle w:val="000000100000"/>
          <w:trHeight w:val="1189"/>
        </w:trPr>
        <w:tc>
          <w:tcPr>
            <w:cnfStyle w:val="001000000000"/>
            <w:tcW w:w="1823" w:type="dxa"/>
          </w:tcPr>
          <w:p w:rsidR="00FD4E9D" w:rsidRPr="00C16835" w:rsidRDefault="00FD4E9D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Individual:</w:t>
            </w:r>
            <w:r w:rsidRPr="00C16835">
              <w:rPr>
                <w:rFonts w:ascii="Times New Roman" w:hAnsi="Times New Roman" w:cs="Times New Roman"/>
                <w:sz w:val="21"/>
                <w:szCs w:val="21"/>
              </w:rPr>
              <w:br/>
              <w:t>Student Involvement</w:t>
            </w:r>
            <w:r w:rsidR="00E60E4B" w:rsidRPr="00C16835">
              <w:rPr>
                <w:rFonts w:ascii="Times New Roman" w:hAnsi="Times New Roman" w:cs="Times New Roman"/>
                <w:sz w:val="21"/>
                <w:szCs w:val="21"/>
              </w:rPr>
              <w:br/>
            </w:r>
          </w:p>
          <w:p w:rsidR="00E60E4B" w:rsidRPr="00C16835" w:rsidRDefault="00E60E4B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(10 points)</w:t>
            </w:r>
          </w:p>
        </w:tc>
        <w:tc>
          <w:tcPr>
            <w:tcW w:w="1805" w:type="dxa"/>
          </w:tcPr>
          <w:p w:rsidR="002265A4" w:rsidRPr="00417F59" w:rsidRDefault="002265A4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was not involved in any part of the project.</w:t>
            </w:r>
            <w:r w:rsidR="00417F59">
              <w:rPr>
                <w:rFonts w:ascii="Times New Roman" w:hAnsi="Times New Roman" w:cs="Times New Roman"/>
                <w:sz w:val="20"/>
              </w:rPr>
              <w:br/>
            </w:r>
            <w:r w:rsidR="00417F59">
              <w:rPr>
                <w:rFonts w:ascii="Times New Roman" w:hAnsi="Times New Roman" w:cs="Times New Roman"/>
                <w:sz w:val="20"/>
              </w:rPr>
              <w:br/>
            </w:r>
            <w:r w:rsidRPr="002265A4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2075" w:type="dxa"/>
            <w:gridSpan w:val="2"/>
          </w:tcPr>
          <w:p w:rsidR="00FD4E9D" w:rsidRDefault="002265A4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</w:t>
            </w:r>
            <w:r w:rsidR="00E60E4B">
              <w:rPr>
                <w:rFonts w:ascii="Times New Roman" w:hAnsi="Times New Roman" w:cs="Times New Roman"/>
                <w:sz w:val="20"/>
              </w:rPr>
              <w:t>nt was involved in some aspects of the project development and rally.</w:t>
            </w:r>
          </w:p>
          <w:p w:rsidR="00E60E4B" w:rsidRPr="00E60E4B" w:rsidRDefault="00E60E4B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E60E4B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165" w:type="dxa"/>
          </w:tcPr>
          <w:p w:rsidR="00FD4E9D" w:rsidRDefault="00E60E4B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was involved in moderate amounts of the project development and rally.</w:t>
            </w:r>
          </w:p>
          <w:p w:rsidR="00E60E4B" w:rsidRPr="00E60E4B" w:rsidRDefault="00E60E4B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E60E4B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985" w:type="dxa"/>
            <w:gridSpan w:val="2"/>
          </w:tcPr>
          <w:p w:rsidR="00FD4E9D" w:rsidRDefault="00E60E4B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was involved in almost all of the project development and rally.</w:t>
            </w:r>
          </w:p>
          <w:p w:rsidR="00E60E4B" w:rsidRPr="00E60E4B" w:rsidRDefault="00E60E4B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E60E4B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985" w:type="dxa"/>
          </w:tcPr>
          <w:p w:rsidR="00FD4E9D" w:rsidRDefault="00E60E4B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was involved in all aspects of project development and rally.</w:t>
            </w:r>
          </w:p>
          <w:p w:rsidR="00E60E4B" w:rsidRPr="00E60E4B" w:rsidRDefault="00E60E4B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E60E4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  <w:tr w:rsidR="005D766C" w:rsidRPr="00F6178B" w:rsidTr="00C16835">
        <w:trPr>
          <w:cnfStyle w:val="000000010000"/>
          <w:trHeight w:val="1407"/>
        </w:trPr>
        <w:tc>
          <w:tcPr>
            <w:cnfStyle w:val="001000000000"/>
            <w:tcW w:w="1823" w:type="dxa"/>
          </w:tcPr>
          <w:p w:rsidR="00E60E4B" w:rsidRPr="00C16835" w:rsidRDefault="00FD4E9D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Individual:</w:t>
            </w:r>
            <w:r w:rsidRPr="00C16835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2F52C6" w:rsidRPr="00C16835">
              <w:rPr>
                <w:rFonts w:ascii="Times New Roman" w:hAnsi="Times New Roman" w:cs="Times New Roman"/>
                <w:sz w:val="21"/>
                <w:szCs w:val="21"/>
              </w:rPr>
              <w:t>Student Roles and Responsibilities</w:t>
            </w:r>
          </w:p>
          <w:p w:rsidR="00E60E4B" w:rsidRPr="00C16835" w:rsidRDefault="00E60E4B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(8 points)</w:t>
            </w:r>
          </w:p>
        </w:tc>
        <w:tc>
          <w:tcPr>
            <w:tcW w:w="1805" w:type="dxa"/>
          </w:tcPr>
          <w:p w:rsidR="002265A4" w:rsidRPr="002265A4" w:rsidRDefault="002265A4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did not help or participate</w:t>
            </w:r>
            <w:r w:rsidR="00E60E4B">
              <w:rPr>
                <w:rFonts w:ascii="Times New Roman" w:hAnsi="Times New Roman" w:cs="Times New Roman"/>
                <w:sz w:val="20"/>
              </w:rPr>
              <w:t>.</w:t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Pr="002265A4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2075" w:type="dxa"/>
            <w:gridSpan w:val="2"/>
          </w:tcPr>
          <w:p w:rsidR="00FD4E9D" w:rsidRPr="005D766C" w:rsidRDefault="002265A4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Student made few attempts at participation</w:t>
            </w:r>
            <w:r w:rsidR="002F52C6">
              <w:rPr>
                <w:rFonts w:ascii="Times New Roman" w:hAnsi="Times New Roman" w:cs="Times New Roman"/>
                <w:sz w:val="20"/>
              </w:rPr>
              <w:t xml:space="preserve"> in role</w:t>
            </w:r>
            <w:r>
              <w:rPr>
                <w:rFonts w:ascii="Times New Roman" w:hAnsi="Times New Roman" w:cs="Times New Roman"/>
                <w:sz w:val="20"/>
              </w:rPr>
              <w:t>, but made some effort.</w:t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Pr="002265A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65" w:type="dxa"/>
          </w:tcPr>
          <w:p w:rsidR="002265A4" w:rsidRPr="00E60E4B" w:rsidRDefault="002265A4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made moderate effort and was able to show</w:t>
            </w:r>
            <w:r w:rsidR="00417F59">
              <w:rPr>
                <w:rFonts w:ascii="Times New Roman" w:hAnsi="Times New Roman" w:cs="Times New Roman"/>
                <w:sz w:val="20"/>
              </w:rPr>
              <w:t xml:space="preserve"> medium levels of participation in role.</w:t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="005D766C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85" w:type="dxa"/>
            <w:gridSpan w:val="2"/>
          </w:tcPr>
          <w:p w:rsidR="005D766C" w:rsidRPr="00E60E4B" w:rsidRDefault="005D766C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made high levels</w:t>
            </w:r>
            <w:r w:rsidR="00417F59">
              <w:rPr>
                <w:rFonts w:ascii="Times New Roman" w:hAnsi="Times New Roman" w:cs="Times New Roman"/>
                <w:sz w:val="20"/>
              </w:rPr>
              <w:t xml:space="preserve"> of effort and participation in role and project overall.</w:t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="00E60E4B">
              <w:rPr>
                <w:rFonts w:ascii="Times New Roman" w:hAnsi="Times New Roman" w:cs="Times New Roman"/>
                <w:sz w:val="20"/>
              </w:rPr>
              <w:br/>
            </w:r>
            <w:r w:rsidRPr="005D766C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85" w:type="dxa"/>
          </w:tcPr>
          <w:p w:rsidR="00E60E4B" w:rsidRDefault="005D766C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</w:t>
            </w:r>
            <w:r w:rsidR="00E60E4B">
              <w:rPr>
                <w:rFonts w:ascii="Times New Roman" w:hAnsi="Times New Roman" w:cs="Times New Roman"/>
                <w:sz w:val="20"/>
              </w:rPr>
              <w:t xml:space="preserve"> showed exemplary levels</w:t>
            </w:r>
            <w:r w:rsidR="00417F59">
              <w:rPr>
                <w:rFonts w:ascii="Times New Roman" w:hAnsi="Times New Roman" w:cs="Times New Roman"/>
                <w:sz w:val="20"/>
              </w:rPr>
              <w:t xml:space="preserve"> of effort and participation in given role.</w:t>
            </w:r>
          </w:p>
          <w:p w:rsidR="00FD4E9D" w:rsidRPr="00E60E4B" w:rsidRDefault="00E60E4B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C16835" w:rsidRPr="00F6178B" w:rsidTr="00C16835">
        <w:trPr>
          <w:cnfStyle w:val="000000100000"/>
          <w:trHeight w:val="1299"/>
        </w:trPr>
        <w:tc>
          <w:tcPr>
            <w:cnfStyle w:val="001000000000"/>
            <w:tcW w:w="1823" w:type="dxa"/>
          </w:tcPr>
          <w:p w:rsidR="00417F59" w:rsidRPr="00C16835" w:rsidRDefault="00417F59" w:rsidP="00417F59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Peer Evaluation Grade</w:t>
            </w:r>
          </w:p>
          <w:p w:rsidR="00417F59" w:rsidRPr="00C16835" w:rsidRDefault="00417F59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7F59" w:rsidRPr="00C16835" w:rsidRDefault="00417F59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(5 points)</w:t>
            </w:r>
          </w:p>
        </w:tc>
        <w:tc>
          <w:tcPr>
            <w:tcW w:w="1805" w:type="dxa"/>
          </w:tcPr>
          <w:p w:rsid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Student’s peers gave zero/low grade due to lack of participation.</w:t>
            </w:r>
          </w:p>
          <w:p w:rsidR="00417F59" w:rsidRP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417F59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75" w:type="dxa"/>
            <w:gridSpan w:val="2"/>
          </w:tcPr>
          <w:p w:rsid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Student’s peers gave low participation grade (some participation).</w:t>
            </w:r>
          </w:p>
          <w:p w:rsidR="00417F59" w:rsidRP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417F59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65" w:type="dxa"/>
          </w:tcPr>
          <w:p w:rsid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Student’s peers gave moderate participation grade (medium levels of participation).</w:t>
            </w:r>
          </w:p>
          <w:p w:rsidR="00417F59" w:rsidRP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417F59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85" w:type="dxa"/>
            <w:gridSpan w:val="2"/>
          </w:tcPr>
          <w:p w:rsid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Student’s peers gave a good participation grade (average participation).</w:t>
            </w:r>
          </w:p>
          <w:p w:rsidR="00417F59" w:rsidRP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417F59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85" w:type="dxa"/>
          </w:tcPr>
          <w:p w:rsid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Student’s </w:t>
            </w:r>
            <w:r w:rsidR="00095F4B">
              <w:rPr>
                <w:rFonts w:ascii="Times New Roman" w:hAnsi="Times New Roman" w:cs="Times New Roman"/>
                <w:sz w:val="20"/>
              </w:rPr>
              <w:t>peers gave a high</w:t>
            </w:r>
            <w:r>
              <w:rPr>
                <w:rFonts w:ascii="Times New Roman" w:hAnsi="Times New Roman" w:cs="Times New Roman"/>
                <w:sz w:val="20"/>
              </w:rPr>
              <w:t xml:space="preserve"> participation grade (excellent participation).</w:t>
            </w:r>
          </w:p>
          <w:p w:rsidR="00417F59" w:rsidRPr="00417F59" w:rsidRDefault="00417F59" w:rsidP="00417F59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0"/>
              </w:rPr>
            </w:pPr>
            <w:r w:rsidRPr="00417F59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095F4B" w:rsidRPr="00F6178B" w:rsidTr="00C16835">
        <w:trPr>
          <w:cnfStyle w:val="000000010000"/>
          <w:trHeight w:val="1120"/>
        </w:trPr>
        <w:tc>
          <w:tcPr>
            <w:cnfStyle w:val="001000000000"/>
            <w:tcW w:w="1823" w:type="dxa"/>
          </w:tcPr>
          <w:p w:rsidR="00095F4B" w:rsidRDefault="00095F4B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6835">
              <w:rPr>
                <w:rFonts w:ascii="Times New Roman" w:hAnsi="Times New Roman" w:cs="Times New Roman"/>
                <w:sz w:val="21"/>
                <w:szCs w:val="21"/>
              </w:rPr>
              <w:t>Feedback from Mall Patrons</w:t>
            </w:r>
          </w:p>
          <w:p w:rsidR="00C16835" w:rsidRPr="00C16835" w:rsidRDefault="00C16835" w:rsidP="00417F5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(3 points)</w:t>
            </w:r>
          </w:p>
        </w:tc>
        <w:tc>
          <w:tcPr>
            <w:tcW w:w="3235" w:type="dxa"/>
            <w:gridSpan w:val="2"/>
            <w:vAlign w:val="center"/>
          </w:tcPr>
          <w:p w:rsidR="00095F4B" w:rsidRDefault="00095F4B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group showed some knowledge, excitement, and understanding. Patrons were still unsure of multiple points of project.</w:t>
            </w:r>
          </w:p>
          <w:p w:rsidR="00095F4B" w:rsidRPr="00C16835" w:rsidRDefault="00095F4B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 w:rsidRPr="00C16835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3240" w:type="dxa"/>
            <w:gridSpan w:val="3"/>
            <w:vAlign w:val="center"/>
          </w:tcPr>
          <w:p w:rsidR="00095F4B" w:rsidRDefault="00095F4B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group showed much knowledge, excitement and understanding.  Patrons understood concept, some questions remained.</w:t>
            </w:r>
          </w:p>
          <w:p w:rsidR="00095F4B" w:rsidRPr="00C16835" w:rsidRDefault="00095F4B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 w:rsidRPr="00C16835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540" w:type="dxa"/>
            <w:gridSpan w:val="2"/>
            <w:vAlign w:val="center"/>
          </w:tcPr>
          <w:p w:rsidR="00095F4B" w:rsidRDefault="00C16835" w:rsidP="00417F59">
            <w:pPr>
              <w:jc w:val="center"/>
              <w:cnfStyle w:val="00000001000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Student group should high levels of knowledge, excitement and understandings. Patrons felt involved and had no questions.</w:t>
            </w:r>
          </w:p>
          <w:p w:rsidR="00C16835" w:rsidRPr="00C16835" w:rsidRDefault="00C16835" w:rsidP="00417F5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</w:rPr>
            </w:pPr>
            <w:r w:rsidRPr="00C16835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C16835" w:rsidRPr="00F6178B" w:rsidTr="00C16835">
        <w:trPr>
          <w:cnfStyle w:val="000000100000"/>
          <w:trHeight w:val="1057"/>
        </w:trPr>
        <w:tc>
          <w:tcPr>
            <w:cnfStyle w:val="001000000000"/>
            <w:tcW w:w="11838" w:type="dxa"/>
            <w:gridSpan w:val="8"/>
          </w:tcPr>
          <w:p w:rsidR="00C16835" w:rsidRDefault="00C16835" w:rsidP="00417F5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Comments:</w:t>
            </w:r>
          </w:p>
          <w:p w:rsidR="00C16835" w:rsidRDefault="00C16835" w:rsidP="00417F5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16835" w:rsidRDefault="00C16835" w:rsidP="00417F5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16835" w:rsidRPr="00C16835" w:rsidRDefault="00C16835" w:rsidP="00C16835">
            <w:pPr>
              <w:rPr>
                <w:rFonts w:ascii="Times New Roman" w:hAnsi="Times New Roman" w:cs="Times New Roman"/>
              </w:rPr>
            </w:pPr>
            <w:r w:rsidRPr="00C16835">
              <w:rPr>
                <w:rFonts w:ascii="Times New Roman" w:hAnsi="Times New Roman" w:cs="Times New Roman"/>
              </w:rPr>
              <w:t>Individual Grade:  ____</w:t>
            </w:r>
            <w:r w:rsidRPr="00C16835">
              <w:rPr>
                <w:rFonts w:ascii="Times New Roman" w:hAnsi="Times New Roman" w:cs="Times New Roman"/>
                <w:u w:val="single"/>
              </w:rPr>
              <w:t>/60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16835">
              <w:rPr>
                <w:rFonts w:ascii="Times New Roman" w:hAnsi="Times New Roman" w:cs="Times New Roman"/>
              </w:rPr>
              <w:t xml:space="preserve">                   Group Grade:         ____</w:t>
            </w:r>
            <w:r w:rsidRPr="00C16835">
              <w:rPr>
                <w:rFonts w:ascii="Times New Roman" w:hAnsi="Times New Roman" w:cs="Times New Roman"/>
                <w:u w:val="single"/>
              </w:rPr>
              <w:t>/60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C168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C16835">
              <w:rPr>
                <w:rFonts w:ascii="Times New Roman" w:hAnsi="Times New Roman" w:cs="Times New Roman"/>
              </w:rPr>
              <w:t xml:space="preserve">    Final Grade:           ____</w:t>
            </w:r>
            <w:r w:rsidRPr="00C16835">
              <w:rPr>
                <w:rFonts w:ascii="Times New Roman" w:hAnsi="Times New Roman" w:cs="Times New Roman"/>
                <w:u w:val="single"/>
              </w:rPr>
              <w:t>/120</w:t>
            </w:r>
          </w:p>
        </w:tc>
      </w:tr>
    </w:tbl>
    <w:p w:rsidR="00954EBF" w:rsidRPr="00F6178B" w:rsidRDefault="00954EBF" w:rsidP="00C16835">
      <w:pPr>
        <w:pStyle w:val="Heading1"/>
        <w:rPr>
          <w:rFonts w:ascii="Times New Roman" w:hAnsi="Times New Roman" w:cs="Times New Roman"/>
        </w:rPr>
      </w:pPr>
    </w:p>
    <w:sectPr w:rsidR="00954EBF" w:rsidRPr="00F6178B" w:rsidSect="00954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DA6C32"/>
    <w:rsid w:val="00095F4B"/>
    <w:rsid w:val="00103494"/>
    <w:rsid w:val="001A6ACB"/>
    <w:rsid w:val="002265A4"/>
    <w:rsid w:val="002F52C6"/>
    <w:rsid w:val="003A66AE"/>
    <w:rsid w:val="00417F59"/>
    <w:rsid w:val="004A6D79"/>
    <w:rsid w:val="00583E28"/>
    <w:rsid w:val="005D766C"/>
    <w:rsid w:val="00954EBF"/>
    <w:rsid w:val="0099508C"/>
    <w:rsid w:val="00C16835"/>
    <w:rsid w:val="00C4607F"/>
    <w:rsid w:val="00CB4BE9"/>
    <w:rsid w:val="00D03D85"/>
    <w:rsid w:val="00DA6C32"/>
    <w:rsid w:val="00E60E4B"/>
    <w:rsid w:val="00F6178B"/>
    <w:rsid w:val="00FD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EBF"/>
  </w:style>
  <w:style w:type="paragraph" w:styleId="Heading1">
    <w:name w:val="heading 1"/>
    <w:basedOn w:val="Normal"/>
    <w:next w:val="Normal"/>
    <w:link w:val="Heading1Char"/>
    <w:uiPriority w:val="9"/>
    <w:qFormat/>
    <w:rsid w:val="00DA6C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A6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2">
    <w:name w:val="Light List Accent 2"/>
    <w:basedOn w:val="TableNormal"/>
    <w:uiPriority w:val="61"/>
    <w:rsid w:val="00DA6C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A6C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6C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LightList-Accent1">
    <w:name w:val="Light List Accent 1"/>
    <w:basedOn w:val="TableNormal"/>
    <w:uiPriority w:val="61"/>
    <w:rsid w:val="00D03D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D03D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D03D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AppData\Roaming\Microsoft\Templates\TP03000187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596BD95-6AAC-4E66-9034-A53A76089A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TP030001875.dotx</Template>
  <TotalTime>126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2</cp:revision>
  <cp:lastPrinted>2008-01-26T20:24:00Z</cp:lastPrinted>
  <dcterms:created xsi:type="dcterms:W3CDTF">2011-10-17T18:42:00Z</dcterms:created>
  <dcterms:modified xsi:type="dcterms:W3CDTF">2011-10-18T12:52:00Z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TC300018759990</vt:lpwstr>
  </property>
</Properties>
</file>